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0B" w:rsidRDefault="003F330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(1)</w:t>
      </w:r>
    </w:p>
    <w:p w:rsidR="003869D9" w:rsidRPr="002D38CA" w:rsidRDefault="003869D9" w:rsidP="003869D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Voici le nombre d’entrées de différents centres de loisirs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31"/>
        <w:gridCol w:w="1671"/>
        <w:gridCol w:w="1792"/>
      </w:tblGrid>
      <w:tr w:rsidR="003869D9" w:rsidTr="003869D9">
        <w:trPr>
          <w:trHeight w:val="464"/>
        </w:trPr>
        <w:tc>
          <w:tcPr>
            <w:tcW w:w="1413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31" w:type="dxa"/>
            <w:shd w:val="clear" w:color="auto" w:fill="A6A6A6" w:themeFill="background1" w:themeFillShade="A6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31CDE">
              <w:rPr>
                <w:rFonts w:ascii="Arial" w:hAnsi="Arial" w:cs="Arial"/>
                <w:b/>
                <w:sz w:val="24"/>
              </w:rPr>
              <w:t>Piscine</w:t>
            </w:r>
          </w:p>
        </w:tc>
        <w:tc>
          <w:tcPr>
            <w:tcW w:w="1671" w:type="dxa"/>
            <w:shd w:val="clear" w:color="auto" w:fill="A6A6A6" w:themeFill="background1" w:themeFillShade="A6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31CDE">
              <w:rPr>
                <w:rFonts w:ascii="Arial" w:hAnsi="Arial" w:cs="Arial"/>
                <w:b/>
                <w:sz w:val="24"/>
              </w:rPr>
              <w:t>Cinéma</w:t>
            </w:r>
          </w:p>
        </w:tc>
        <w:tc>
          <w:tcPr>
            <w:tcW w:w="1792" w:type="dxa"/>
            <w:shd w:val="clear" w:color="auto" w:fill="A6A6A6" w:themeFill="background1" w:themeFillShade="A6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31CDE">
              <w:rPr>
                <w:rFonts w:ascii="Arial" w:hAnsi="Arial" w:cs="Arial"/>
                <w:b/>
                <w:sz w:val="24"/>
              </w:rPr>
              <w:t>accrobranche</w:t>
            </w:r>
          </w:p>
        </w:tc>
      </w:tr>
      <w:tr w:rsidR="003869D9" w:rsidTr="003869D9">
        <w:trPr>
          <w:trHeight w:val="464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Juin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156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301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166 </w:t>
            </w:r>
          </w:p>
        </w:tc>
      </w:tr>
      <w:tr w:rsidR="003869D9" w:rsidTr="003869D9">
        <w:trPr>
          <w:trHeight w:val="464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Juillet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230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188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203 </w:t>
            </w:r>
          </w:p>
        </w:tc>
      </w:tr>
      <w:tr w:rsidR="003869D9" w:rsidTr="003869D9">
        <w:trPr>
          <w:trHeight w:val="486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Aout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395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213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255 </w:t>
            </w:r>
          </w:p>
        </w:tc>
      </w:tr>
      <w:tr w:rsidR="003869D9" w:rsidTr="003869D9">
        <w:trPr>
          <w:trHeight w:val="442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Septembre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93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50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35 </w:t>
            </w:r>
          </w:p>
        </w:tc>
      </w:tr>
      <w:tr w:rsidR="003869D9" w:rsidTr="003869D9">
        <w:trPr>
          <w:trHeight w:val="442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Octobre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78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222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</w:tr>
    </w:tbl>
    <w:p w:rsidR="003869D9" w:rsidRDefault="003869D9" w:rsidP="003869D9">
      <w:pPr>
        <w:rPr>
          <w:rFonts w:ascii="Arial" w:hAnsi="Arial" w:cs="Arial"/>
          <w:sz w:val="28"/>
        </w:rPr>
      </w:pPr>
      <w:r w:rsidRPr="003869D9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 xml:space="preserve">/ </w:t>
      </w:r>
      <w:r w:rsidRPr="003869D9">
        <w:rPr>
          <w:rFonts w:ascii="Arial" w:hAnsi="Arial" w:cs="Arial"/>
          <w:sz w:val="28"/>
        </w:rPr>
        <w:t>Entoure le centre qui a connu 20</w:t>
      </w:r>
      <w:r>
        <w:rPr>
          <w:rFonts w:ascii="Arial" w:hAnsi="Arial" w:cs="Arial"/>
          <w:sz w:val="28"/>
        </w:rPr>
        <w:t>3 entrées en juillet.</w:t>
      </w:r>
    </w:p>
    <w:p w:rsidR="003869D9" w:rsidRDefault="003869D9" w:rsidP="003869D9">
      <w:pPr>
        <w:rPr>
          <w:rFonts w:ascii="Arial" w:hAnsi="Arial" w:cs="Arial"/>
          <w:sz w:val="28"/>
        </w:rPr>
      </w:pPr>
      <w:r w:rsidRPr="003869D9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</w:t>
      </w:r>
      <w:r>
        <w:rPr>
          <w:rFonts w:ascii="Arial" w:hAnsi="Arial" w:cs="Arial"/>
          <w:sz w:val="28"/>
        </w:rPr>
        <w:t xml:space="preserve"> Combien le cinéma a eu d’entrées en aout ? …….</w:t>
      </w:r>
    </w:p>
    <w:p w:rsidR="003869D9" w:rsidRDefault="003869D9" w:rsidP="003869D9">
      <w:pPr>
        <w:rPr>
          <w:rFonts w:ascii="Arial" w:hAnsi="Arial" w:cs="Arial"/>
          <w:sz w:val="28"/>
        </w:rPr>
      </w:pPr>
      <w:r w:rsidRPr="00175495"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 xml:space="preserve">/ Combien y </w:t>
      </w:r>
      <w:proofErr w:type="spellStart"/>
      <w:r>
        <w:rPr>
          <w:rFonts w:ascii="Arial" w:hAnsi="Arial" w:cs="Arial"/>
          <w:sz w:val="28"/>
        </w:rPr>
        <w:t>a-t-il</w:t>
      </w:r>
      <w:proofErr w:type="spellEnd"/>
      <w:r>
        <w:rPr>
          <w:rFonts w:ascii="Arial" w:hAnsi="Arial" w:cs="Arial"/>
          <w:sz w:val="28"/>
        </w:rPr>
        <w:t xml:space="preserve"> eu d’entrées au total à la piscine ? </w:t>
      </w:r>
    </w:p>
    <w:p w:rsidR="003F330B" w:rsidRDefault="003F330B" w:rsidP="003F330B">
      <w:pPr>
        <w:rPr>
          <w:rFonts w:ascii="Arial" w:hAnsi="Arial" w:cs="Arial"/>
          <w:sz w:val="28"/>
        </w:rPr>
      </w:pPr>
    </w:p>
    <w:p w:rsidR="003869D9" w:rsidRDefault="003F330B" w:rsidP="003F330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(2)</w:t>
      </w:r>
    </w:p>
    <w:p w:rsidR="003F330B" w:rsidRDefault="003F330B" w:rsidP="003F330B">
      <w:pPr>
        <w:rPr>
          <w:rFonts w:ascii="Arial" w:hAnsi="Arial" w:cs="Arial"/>
          <w:sz w:val="28"/>
        </w:rPr>
      </w:pPr>
      <w:r w:rsidRPr="003F330B">
        <w:rPr>
          <w:rFonts w:ascii="Arial" w:hAnsi="Arial" w:cs="Arial"/>
          <w:sz w:val="28"/>
        </w:rPr>
        <w:t xml:space="preserve">Combien </w:t>
      </w:r>
      <w:r w:rsidR="003869D9">
        <w:rPr>
          <w:rFonts w:ascii="Arial" w:hAnsi="Arial" w:cs="Arial"/>
          <w:sz w:val="28"/>
        </w:rPr>
        <w:t>manque –t-il de petits cubes pour remplir le grand cube ?</w:t>
      </w:r>
      <w:r w:rsidRPr="003F330B">
        <w:rPr>
          <w:rFonts w:ascii="Arial" w:hAnsi="Arial" w:cs="Arial"/>
          <w:sz w:val="28"/>
        </w:rPr>
        <w:t xml:space="preserve"> </w:t>
      </w:r>
    </w:p>
    <w:p w:rsidR="003869D9" w:rsidRPr="003F330B" w:rsidRDefault="003869D9" w:rsidP="003869D9">
      <w:pPr>
        <w:jc w:val="center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132AA4D8" wp14:editId="6602AFD5">
            <wp:extent cx="2163950" cy="2052000"/>
            <wp:effectExtent l="0" t="0" r="8255" b="571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174"/>
                    <a:stretch/>
                  </pic:blipFill>
                  <pic:spPr bwMode="auto">
                    <a:xfrm>
                      <a:off x="0" y="0"/>
                      <a:ext cx="2163950" cy="20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869D9" w:rsidRDefault="003869D9" w:rsidP="003869D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(1)</w:t>
      </w:r>
    </w:p>
    <w:p w:rsidR="003869D9" w:rsidRPr="002D38CA" w:rsidRDefault="003869D9" w:rsidP="003869D9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Voici le nombre d’entrées de différents centres de loisirs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1731"/>
        <w:gridCol w:w="1671"/>
        <w:gridCol w:w="1792"/>
      </w:tblGrid>
      <w:tr w:rsidR="003869D9" w:rsidTr="00C052FF">
        <w:trPr>
          <w:trHeight w:val="464"/>
        </w:trPr>
        <w:tc>
          <w:tcPr>
            <w:tcW w:w="1413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731" w:type="dxa"/>
            <w:shd w:val="clear" w:color="auto" w:fill="A6A6A6" w:themeFill="background1" w:themeFillShade="A6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31CDE">
              <w:rPr>
                <w:rFonts w:ascii="Arial" w:hAnsi="Arial" w:cs="Arial"/>
                <w:b/>
                <w:sz w:val="24"/>
              </w:rPr>
              <w:t>Piscine</w:t>
            </w:r>
          </w:p>
        </w:tc>
        <w:tc>
          <w:tcPr>
            <w:tcW w:w="1671" w:type="dxa"/>
            <w:shd w:val="clear" w:color="auto" w:fill="A6A6A6" w:themeFill="background1" w:themeFillShade="A6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31CDE">
              <w:rPr>
                <w:rFonts w:ascii="Arial" w:hAnsi="Arial" w:cs="Arial"/>
                <w:b/>
                <w:sz w:val="24"/>
              </w:rPr>
              <w:t>Cinéma</w:t>
            </w:r>
          </w:p>
        </w:tc>
        <w:tc>
          <w:tcPr>
            <w:tcW w:w="1792" w:type="dxa"/>
            <w:shd w:val="clear" w:color="auto" w:fill="A6A6A6" w:themeFill="background1" w:themeFillShade="A6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131CDE">
              <w:rPr>
                <w:rFonts w:ascii="Arial" w:hAnsi="Arial" w:cs="Arial"/>
                <w:b/>
                <w:sz w:val="24"/>
              </w:rPr>
              <w:t>accrobranche</w:t>
            </w:r>
          </w:p>
        </w:tc>
      </w:tr>
      <w:tr w:rsidR="003869D9" w:rsidTr="00C052FF">
        <w:trPr>
          <w:trHeight w:val="464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Juin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156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301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166 </w:t>
            </w:r>
          </w:p>
        </w:tc>
      </w:tr>
      <w:tr w:rsidR="003869D9" w:rsidTr="00C052FF">
        <w:trPr>
          <w:trHeight w:val="464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Juillet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230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188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203 </w:t>
            </w:r>
          </w:p>
        </w:tc>
      </w:tr>
      <w:tr w:rsidR="003869D9" w:rsidTr="00C052FF">
        <w:trPr>
          <w:trHeight w:val="486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Aout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395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213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255 </w:t>
            </w:r>
          </w:p>
        </w:tc>
      </w:tr>
      <w:tr w:rsidR="003869D9" w:rsidTr="00C052FF">
        <w:trPr>
          <w:trHeight w:val="442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Septembre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93 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50 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35 </w:t>
            </w:r>
          </w:p>
        </w:tc>
      </w:tr>
      <w:tr w:rsidR="003869D9" w:rsidTr="00C052FF">
        <w:trPr>
          <w:trHeight w:val="442"/>
        </w:trPr>
        <w:tc>
          <w:tcPr>
            <w:tcW w:w="1413" w:type="dxa"/>
            <w:vAlign w:val="center"/>
          </w:tcPr>
          <w:p w:rsidR="003869D9" w:rsidRPr="00131CDE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131CDE">
              <w:rPr>
                <w:rFonts w:ascii="Arial" w:hAnsi="Arial" w:cs="Arial"/>
              </w:rPr>
              <w:t>Octobre</w:t>
            </w:r>
          </w:p>
        </w:tc>
        <w:tc>
          <w:tcPr>
            <w:tcW w:w="173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78</w:t>
            </w:r>
          </w:p>
        </w:tc>
        <w:tc>
          <w:tcPr>
            <w:tcW w:w="1671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222</w:t>
            </w:r>
          </w:p>
        </w:tc>
        <w:tc>
          <w:tcPr>
            <w:tcW w:w="1792" w:type="dxa"/>
            <w:vAlign w:val="center"/>
          </w:tcPr>
          <w:p w:rsidR="003869D9" w:rsidRDefault="003869D9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</w:tr>
    </w:tbl>
    <w:p w:rsidR="003869D9" w:rsidRDefault="003869D9" w:rsidP="003869D9">
      <w:pPr>
        <w:rPr>
          <w:rFonts w:ascii="Arial" w:hAnsi="Arial" w:cs="Arial"/>
          <w:sz w:val="28"/>
        </w:rPr>
      </w:pPr>
      <w:r w:rsidRPr="003869D9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 xml:space="preserve">/ </w:t>
      </w:r>
      <w:r w:rsidRPr="003869D9">
        <w:rPr>
          <w:rFonts w:ascii="Arial" w:hAnsi="Arial" w:cs="Arial"/>
          <w:sz w:val="28"/>
        </w:rPr>
        <w:t>Entoure le centre qui a connu 20</w:t>
      </w:r>
      <w:r>
        <w:rPr>
          <w:rFonts w:ascii="Arial" w:hAnsi="Arial" w:cs="Arial"/>
          <w:sz w:val="28"/>
        </w:rPr>
        <w:t>3 entrées en juillet.</w:t>
      </w:r>
    </w:p>
    <w:p w:rsidR="003869D9" w:rsidRDefault="003869D9" w:rsidP="003869D9">
      <w:pPr>
        <w:rPr>
          <w:rFonts w:ascii="Arial" w:hAnsi="Arial" w:cs="Arial"/>
          <w:sz w:val="28"/>
        </w:rPr>
      </w:pPr>
      <w:r w:rsidRPr="003869D9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>/  Combien le cinéma a eu d’entrées en aout ? …….</w:t>
      </w:r>
    </w:p>
    <w:p w:rsidR="003869D9" w:rsidRDefault="003869D9" w:rsidP="003869D9">
      <w:pPr>
        <w:rPr>
          <w:rFonts w:ascii="Arial" w:hAnsi="Arial" w:cs="Arial"/>
          <w:sz w:val="28"/>
        </w:rPr>
      </w:pPr>
      <w:r w:rsidRPr="00175495"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 xml:space="preserve">/ Combien y </w:t>
      </w:r>
      <w:proofErr w:type="spellStart"/>
      <w:r>
        <w:rPr>
          <w:rFonts w:ascii="Arial" w:hAnsi="Arial" w:cs="Arial"/>
          <w:sz w:val="28"/>
        </w:rPr>
        <w:t>a-t-il</w:t>
      </w:r>
      <w:proofErr w:type="spellEnd"/>
      <w:r>
        <w:rPr>
          <w:rFonts w:ascii="Arial" w:hAnsi="Arial" w:cs="Arial"/>
          <w:sz w:val="28"/>
        </w:rPr>
        <w:t xml:space="preserve"> eu d’entrées au total à la piscine ? </w:t>
      </w:r>
    </w:p>
    <w:p w:rsidR="003869D9" w:rsidRDefault="003869D9" w:rsidP="003869D9">
      <w:pPr>
        <w:rPr>
          <w:rFonts w:ascii="Arial" w:hAnsi="Arial" w:cs="Arial"/>
          <w:sz w:val="28"/>
        </w:rPr>
      </w:pPr>
      <w:bookmarkStart w:id="0" w:name="_GoBack"/>
      <w:bookmarkEnd w:id="0"/>
    </w:p>
    <w:p w:rsidR="003869D9" w:rsidRDefault="003869D9" w:rsidP="003869D9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(2)</w:t>
      </w:r>
    </w:p>
    <w:p w:rsidR="003869D9" w:rsidRDefault="003869D9" w:rsidP="003869D9">
      <w:pPr>
        <w:rPr>
          <w:rFonts w:ascii="Arial" w:hAnsi="Arial" w:cs="Arial"/>
          <w:sz w:val="28"/>
        </w:rPr>
      </w:pPr>
      <w:r w:rsidRPr="003F330B">
        <w:rPr>
          <w:rFonts w:ascii="Arial" w:hAnsi="Arial" w:cs="Arial"/>
          <w:sz w:val="28"/>
        </w:rPr>
        <w:t xml:space="preserve">Combien </w:t>
      </w:r>
      <w:r>
        <w:rPr>
          <w:rFonts w:ascii="Arial" w:hAnsi="Arial" w:cs="Arial"/>
          <w:sz w:val="28"/>
        </w:rPr>
        <w:t>manque –t-il de petits cubes pour remplir le grand cube ?</w:t>
      </w:r>
      <w:r w:rsidRPr="003F330B">
        <w:rPr>
          <w:rFonts w:ascii="Arial" w:hAnsi="Arial" w:cs="Arial"/>
          <w:sz w:val="28"/>
        </w:rPr>
        <w:t xml:space="preserve"> </w:t>
      </w:r>
    </w:p>
    <w:p w:rsidR="003869D9" w:rsidRPr="007E024D" w:rsidRDefault="003869D9" w:rsidP="003869D9">
      <w:pPr>
        <w:jc w:val="center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463E47BA" wp14:editId="5E527DAA">
            <wp:extent cx="2163950" cy="2052000"/>
            <wp:effectExtent l="0" t="0" r="8255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t="5174"/>
                    <a:stretch/>
                  </pic:blipFill>
                  <pic:spPr bwMode="auto">
                    <a:xfrm>
                      <a:off x="0" y="0"/>
                      <a:ext cx="2163950" cy="2052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69D9" w:rsidRPr="007E024D" w:rsidSect="002D38C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314050"/>
    <w:multiLevelType w:val="hybridMultilevel"/>
    <w:tmpl w:val="6D0CE73A"/>
    <w:lvl w:ilvl="0" w:tplc="5C9675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CA"/>
    <w:rsid w:val="00175495"/>
    <w:rsid w:val="001D645B"/>
    <w:rsid w:val="002D38CA"/>
    <w:rsid w:val="003869D9"/>
    <w:rsid w:val="003F330B"/>
    <w:rsid w:val="004004B0"/>
    <w:rsid w:val="005175A3"/>
    <w:rsid w:val="005F7238"/>
    <w:rsid w:val="007E024D"/>
    <w:rsid w:val="00C6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D368B-0B85-4C16-BB33-443CC2EF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3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86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BA6340-9D8A-460E-B9FD-965F2111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141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2017-08-06T19:35:00Z</cp:lastPrinted>
  <dcterms:created xsi:type="dcterms:W3CDTF">2017-08-06T19:29:00Z</dcterms:created>
  <dcterms:modified xsi:type="dcterms:W3CDTF">2017-08-06T19:35:00Z</dcterms:modified>
</cp:coreProperties>
</file>